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94400" w14:textId="76547514" w:rsidR="006F6407" w:rsidRDefault="006F6407" w:rsidP="00693C53">
      <w:pPr>
        <w:jc w:val="both"/>
        <w:rPr>
          <w:rFonts w:ascii="Montserrat" w:hAnsi="Montserrat"/>
          <w:lang w:val="es-ES"/>
        </w:rPr>
      </w:pPr>
    </w:p>
    <w:tbl>
      <w:tblPr>
        <w:tblW w:w="90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3"/>
      </w:tblGrid>
      <w:tr w:rsidR="001A5E15" w:rsidRPr="001A5E15" w14:paraId="5D9D8634" w14:textId="77777777" w:rsidTr="001A5E15">
        <w:trPr>
          <w:trHeight w:val="1570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689A7B" w14:textId="71D0E5F5" w:rsidR="001A5E15" w:rsidRPr="001A5E15" w:rsidRDefault="001A5E15" w:rsidP="001A5E15">
            <w:pPr>
              <w:jc w:val="both"/>
              <w:rPr>
                <w:rFonts w:ascii="Montserrat" w:hAnsi="Montserrat"/>
                <w:color w:val="7F7F7F" w:themeColor="text1" w:themeTint="80"/>
                <w:lang w:val="es-ES"/>
              </w:rPr>
            </w:pPr>
            <w:r w:rsidRPr="001A5E15">
              <w:rPr>
                <w:rFonts w:ascii="Montserrat" w:hAnsi="Montserrat"/>
                <w:lang w:val="es-ES"/>
              </w:rPr>
              <w:t> </w:t>
            </w:r>
            <w:r w:rsidRPr="001A5E15">
              <w:rPr>
                <w:rFonts w:ascii="Montserrat" w:hAnsi="Montserrat"/>
                <w:color w:val="7F7F7F" w:themeColor="text1" w:themeTint="80"/>
                <w:lang w:val="es-ES"/>
              </w:rPr>
              <w:t>De: </w:t>
            </w:r>
          </w:p>
          <w:p w14:paraId="64FB3ABF" w14:textId="77777777" w:rsidR="001A5E15" w:rsidRPr="001A5E15" w:rsidRDefault="001A5E15" w:rsidP="001A5E15">
            <w:pPr>
              <w:jc w:val="both"/>
              <w:rPr>
                <w:rFonts w:ascii="Montserrat" w:hAnsi="Montserrat"/>
                <w:color w:val="7F7F7F" w:themeColor="text1" w:themeTint="80"/>
                <w:lang w:val="es-ES"/>
              </w:rPr>
            </w:pPr>
          </w:p>
          <w:p w14:paraId="150997F7" w14:textId="316107B0" w:rsidR="001A5E15" w:rsidRPr="001A5E15" w:rsidRDefault="001A5E15" w:rsidP="001A5E15">
            <w:pPr>
              <w:jc w:val="both"/>
              <w:rPr>
                <w:rFonts w:ascii="Montserrat" w:hAnsi="Montserrat"/>
                <w:color w:val="7F7F7F" w:themeColor="text1" w:themeTint="80"/>
                <w:lang w:val="es-ES"/>
              </w:rPr>
            </w:pPr>
            <w:r w:rsidRPr="001A5E15">
              <w:rPr>
                <w:rFonts w:ascii="Montserrat" w:hAnsi="Montserrat"/>
                <w:color w:val="7F7F7F" w:themeColor="text1" w:themeTint="80"/>
                <w:lang w:val="es-ES"/>
              </w:rPr>
              <w:t xml:space="preserve">A: </w:t>
            </w:r>
            <w:r w:rsidR="005979BA">
              <w:rPr>
                <w:rFonts w:ascii="Montserrat" w:hAnsi="Montserrat"/>
                <w:color w:val="7F7F7F" w:themeColor="text1" w:themeTint="80"/>
                <w:lang w:val="es-ES"/>
              </w:rPr>
              <w:t>Vicerrectorado de Estudiantes, Cultura y Deportes de la Universidad de León</w:t>
            </w:r>
          </w:p>
          <w:p w14:paraId="2C17ABC2" w14:textId="77777777" w:rsidR="001A5E15" w:rsidRPr="001A5E15" w:rsidRDefault="001A5E15" w:rsidP="001A5E15">
            <w:pPr>
              <w:jc w:val="both"/>
              <w:rPr>
                <w:rFonts w:ascii="Montserrat" w:hAnsi="Montserrat"/>
                <w:color w:val="7F7F7F" w:themeColor="text1" w:themeTint="80"/>
                <w:lang w:val="es-ES"/>
              </w:rPr>
            </w:pPr>
          </w:p>
          <w:p w14:paraId="232500D4" w14:textId="19ABF96B" w:rsidR="001A5E15" w:rsidRPr="001A5E15" w:rsidRDefault="001A5E15" w:rsidP="001A5E15">
            <w:pPr>
              <w:jc w:val="both"/>
              <w:rPr>
                <w:rFonts w:ascii="Montserrat" w:hAnsi="Montserrat"/>
                <w:lang w:val="es-ES"/>
              </w:rPr>
            </w:pPr>
            <w:r w:rsidRPr="001A5E15">
              <w:rPr>
                <w:rFonts w:ascii="Montserrat" w:hAnsi="Montserrat"/>
                <w:color w:val="7F7F7F" w:themeColor="text1" w:themeTint="80"/>
                <w:lang w:val="es-ES"/>
              </w:rPr>
              <w:t xml:space="preserve">Asunto: Candidatura </w:t>
            </w:r>
            <w:r w:rsidR="00C26AE4">
              <w:rPr>
                <w:rFonts w:ascii="Montserrat" w:hAnsi="Montserrat"/>
                <w:color w:val="7F7F7F" w:themeColor="text1" w:themeTint="80"/>
                <w:lang w:val="es-ES"/>
              </w:rPr>
              <w:t>Comisión Ejecutiva</w:t>
            </w:r>
            <w:r w:rsidR="00D325B8">
              <w:rPr>
                <w:rFonts w:ascii="Montserrat" w:hAnsi="Montserrat"/>
                <w:color w:val="7F7F7F" w:themeColor="text1" w:themeTint="80"/>
                <w:lang w:val="es-ES"/>
              </w:rPr>
              <w:t xml:space="preserve"> CEULE</w:t>
            </w:r>
          </w:p>
        </w:tc>
      </w:tr>
    </w:tbl>
    <w:p w14:paraId="7F3253C6" w14:textId="77777777" w:rsidR="001A5E15" w:rsidRPr="001A5E15" w:rsidRDefault="001A5E15" w:rsidP="001A5E15">
      <w:pPr>
        <w:jc w:val="both"/>
        <w:rPr>
          <w:rFonts w:ascii="Montserrat" w:hAnsi="Montserrat"/>
          <w:lang w:val="es-ES"/>
        </w:rPr>
      </w:pPr>
    </w:p>
    <w:p w14:paraId="48C4DFCB" w14:textId="229AFA19" w:rsidR="001A5E15" w:rsidRPr="001A5E15" w:rsidRDefault="001A5E15" w:rsidP="001A5E15">
      <w:pPr>
        <w:spacing w:after="240"/>
        <w:jc w:val="both"/>
        <w:rPr>
          <w:rFonts w:ascii="Montserrat" w:hAnsi="Montserrat"/>
          <w:lang w:val="es-ES"/>
        </w:rPr>
      </w:pPr>
      <w:r w:rsidRPr="001A5E15">
        <w:rPr>
          <w:rFonts w:ascii="Montserrat" w:hAnsi="Montserrat"/>
          <w:lang w:val="es-ES"/>
        </w:rPr>
        <w:t xml:space="preserve">Yo </w:t>
      </w:r>
      <w:r w:rsidRPr="001A5E15">
        <w:rPr>
          <w:rFonts w:ascii="Montserrat" w:hAnsi="Montserrat"/>
          <w:i/>
          <w:iCs/>
          <w:lang w:val="es-ES"/>
        </w:rPr>
        <w:t xml:space="preserve">D./Dña. __________________________________________________________ </w:t>
      </w:r>
      <w:r w:rsidRPr="001A5E15">
        <w:rPr>
          <w:rFonts w:ascii="Montserrat" w:hAnsi="Montserrat"/>
          <w:lang w:val="es-ES"/>
        </w:rPr>
        <w:t>con DNI</w:t>
      </w:r>
      <w:r w:rsidRPr="001A5E15">
        <w:rPr>
          <w:rFonts w:ascii="Montserrat" w:hAnsi="Montserrat"/>
          <w:i/>
          <w:iCs/>
          <w:lang w:val="es-ES"/>
        </w:rPr>
        <w:t xml:space="preserve"> ___________________ </w:t>
      </w:r>
      <w:r w:rsidRPr="001A5E15">
        <w:rPr>
          <w:rFonts w:ascii="Montserrat" w:hAnsi="Montserrat"/>
          <w:lang w:val="es-ES"/>
        </w:rPr>
        <w:t xml:space="preserve">como estudiante </w:t>
      </w:r>
      <w:r w:rsidR="0048167E">
        <w:rPr>
          <w:rFonts w:ascii="Montserrat" w:hAnsi="Montserrat"/>
          <w:lang w:val="es-ES"/>
        </w:rPr>
        <w:t xml:space="preserve">perteneciente a la </w:t>
      </w:r>
      <w:r>
        <w:rPr>
          <w:rFonts w:ascii="Montserrat" w:hAnsi="Montserrat"/>
          <w:lang w:val="es-ES"/>
        </w:rPr>
        <w:t>Facultad/Escuela de ______________________________</w:t>
      </w:r>
      <w:r w:rsidR="00A7274C">
        <w:rPr>
          <w:rFonts w:ascii="Montserrat" w:hAnsi="Montserrat"/>
          <w:lang w:val="es-ES"/>
        </w:rPr>
        <w:t>_________________________</w:t>
      </w:r>
      <w:r w:rsidR="00D86942">
        <w:rPr>
          <w:rFonts w:ascii="Montserrat" w:hAnsi="Montserrat"/>
          <w:lang w:val="es-ES"/>
        </w:rPr>
        <w:t xml:space="preserve"> matriculado en el __ curso de la Titulación__________________________________</w:t>
      </w:r>
      <w:r w:rsidRPr="001A5E15">
        <w:rPr>
          <w:rFonts w:ascii="Montserrat" w:hAnsi="Montserrat"/>
          <w:i/>
          <w:iCs/>
          <w:lang w:val="es-ES"/>
        </w:rPr>
        <w:t xml:space="preserve"> </w:t>
      </w:r>
      <w:r w:rsidRPr="001A5E15">
        <w:rPr>
          <w:rFonts w:ascii="Montserrat" w:hAnsi="Montserrat"/>
          <w:lang w:val="es-ES"/>
        </w:rPr>
        <w:t>y miembro de</w:t>
      </w:r>
      <w:r w:rsidR="00D325B8">
        <w:rPr>
          <w:rFonts w:ascii="Montserrat" w:hAnsi="Montserrat"/>
          <w:lang w:val="es-ES"/>
        </w:rPr>
        <w:t xml:space="preserve">l Consejo </w:t>
      </w:r>
      <w:r>
        <w:rPr>
          <w:rFonts w:ascii="Montserrat" w:hAnsi="Montserrat"/>
          <w:lang w:val="es-ES"/>
        </w:rPr>
        <w:t xml:space="preserve">de Estudiantes de la Universidad de León, </w:t>
      </w:r>
      <w:r w:rsidRPr="001A5E15">
        <w:rPr>
          <w:rFonts w:ascii="Montserrat" w:hAnsi="Montserrat"/>
          <w:lang w:val="es-ES"/>
        </w:rPr>
        <w:t xml:space="preserve">mediante este escrito presento mi candidatura </w:t>
      </w:r>
      <w:r w:rsidR="0048167E">
        <w:rPr>
          <w:rFonts w:ascii="Montserrat" w:hAnsi="Montserrat"/>
          <w:lang w:val="es-ES"/>
        </w:rPr>
        <w:t>a</w:t>
      </w:r>
    </w:p>
    <w:p w14:paraId="6B5474B5" w14:textId="74C3581F" w:rsidR="001A5E15" w:rsidRDefault="005979BA" w:rsidP="001A5E15">
      <w:pPr>
        <w:pStyle w:val="Prrafodelista"/>
        <w:numPr>
          <w:ilvl w:val="0"/>
          <w:numId w:val="7"/>
        </w:numPr>
        <w:spacing w:after="240"/>
        <w:jc w:val="both"/>
        <w:rPr>
          <w:rFonts w:ascii="Montserrat" w:hAnsi="Montserrat"/>
          <w:lang w:val="es-ES"/>
        </w:rPr>
      </w:pPr>
      <w:r>
        <w:rPr>
          <w:rFonts w:ascii="Montserrat" w:hAnsi="Montserrat"/>
          <w:lang w:val="es-ES"/>
        </w:rPr>
        <w:t>Presidencia</w:t>
      </w:r>
    </w:p>
    <w:p w14:paraId="56271056" w14:textId="77777777" w:rsidR="0048167E" w:rsidRDefault="0048167E" w:rsidP="0048167E">
      <w:pPr>
        <w:pStyle w:val="Prrafodelista"/>
        <w:spacing w:after="240"/>
        <w:jc w:val="both"/>
        <w:rPr>
          <w:rFonts w:ascii="Montserrat" w:hAnsi="Montserrat"/>
          <w:lang w:val="es-ES"/>
        </w:rPr>
      </w:pPr>
    </w:p>
    <w:p w14:paraId="78782DBE" w14:textId="3B30A751" w:rsidR="0048167E" w:rsidRDefault="0048167E" w:rsidP="001A5E15">
      <w:pPr>
        <w:pStyle w:val="Prrafodelista"/>
        <w:numPr>
          <w:ilvl w:val="0"/>
          <w:numId w:val="7"/>
        </w:numPr>
        <w:spacing w:after="240"/>
        <w:jc w:val="both"/>
        <w:rPr>
          <w:rFonts w:ascii="Montserrat" w:hAnsi="Montserrat"/>
          <w:lang w:val="es-ES"/>
        </w:rPr>
      </w:pPr>
      <w:r>
        <w:rPr>
          <w:rFonts w:ascii="Montserrat" w:hAnsi="Montserrat"/>
          <w:lang w:val="es-ES"/>
        </w:rPr>
        <w:t>Secretaría</w:t>
      </w:r>
    </w:p>
    <w:p w14:paraId="18FA46F2" w14:textId="77777777" w:rsidR="001A5E15" w:rsidRDefault="001A5E15" w:rsidP="001A5E15">
      <w:pPr>
        <w:pStyle w:val="Prrafodelista"/>
        <w:spacing w:after="240"/>
        <w:jc w:val="both"/>
        <w:rPr>
          <w:rFonts w:ascii="Montserrat" w:hAnsi="Montserrat"/>
          <w:lang w:val="es-ES"/>
        </w:rPr>
      </w:pPr>
    </w:p>
    <w:p w14:paraId="3F6588D1" w14:textId="63D78105" w:rsidR="001A5E15" w:rsidRPr="001A5E15" w:rsidRDefault="0048167E" w:rsidP="001A5E15">
      <w:pPr>
        <w:pStyle w:val="Prrafodelista"/>
        <w:numPr>
          <w:ilvl w:val="0"/>
          <w:numId w:val="7"/>
        </w:numPr>
        <w:spacing w:after="240"/>
        <w:jc w:val="both"/>
        <w:rPr>
          <w:rFonts w:ascii="Montserrat" w:hAnsi="Montserrat"/>
          <w:lang w:val="es-ES"/>
        </w:rPr>
      </w:pPr>
      <w:r>
        <w:rPr>
          <w:rFonts w:ascii="Montserrat" w:hAnsi="Montserrat"/>
          <w:lang w:val="es-ES"/>
        </w:rPr>
        <w:t>Tesorería</w:t>
      </w:r>
    </w:p>
    <w:p w14:paraId="353E8EAC" w14:textId="6EA06303" w:rsidR="001A5E15" w:rsidRPr="001A5E15" w:rsidRDefault="00D325B8" w:rsidP="001A5E15">
      <w:pPr>
        <w:jc w:val="both"/>
        <w:rPr>
          <w:rFonts w:ascii="Montserrat" w:hAnsi="Montserrat"/>
          <w:lang w:val="es-ES"/>
        </w:rPr>
      </w:pPr>
      <w:r>
        <w:rPr>
          <w:rFonts w:ascii="Montserrat" w:hAnsi="Montserrat"/>
          <w:lang w:val="es-ES"/>
        </w:rPr>
        <w:t>d</w:t>
      </w:r>
      <w:r w:rsidR="001A5E15" w:rsidRPr="001A5E15">
        <w:rPr>
          <w:rFonts w:ascii="Montserrat" w:hAnsi="Montserrat"/>
          <w:lang w:val="es-ES"/>
        </w:rPr>
        <w:t>e</w:t>
      </w:r>
      <w:r>
        <w:rPr>
          <w:rFonts w:ascii="Montserrat" w:hAnsi="Montserrat"/>
          <w:lang w:val="es-ES"/>
        </w:rPr>
        <w:t xml:space="preserve">l Consejo </w:t>
      </w:r>
      <w:r w:rsidR="001A5E15">
        <w:rPr>
          <w:rFonts w:ascii="Montserrat" w:hAnsi="Montserrat"/>
          <w:lang w:val="es-ES"/>
        </w:rPr>
        <w:t>de Estudiantes de la Universidad de León</w:t>
      </w:r>
      <w:r w:rsidR="001A5E15" w:rsidRPr="001A5E15">
        <w:rPr>
          <w:rFonts w:ascii="Montserrat" w:hAnsi="Montserrat"/>
          <w:lang w:val="es-ES"/>
        </w:rPr>
        <w:t xml:space="preserve"> y acepto las obligaciones que me corresponderán tras ser elegido. </w:t>
      </w:r>
    </w:p>
    <w:p w14:paraId="3BF420AB" w14:textId="77777777" w:rsidR="001A5E15" w:rsidRPr="001A5E15" w:rsidRDefault="001A5E15" w:rsidP="001A5E15">
      <w:pPr>
        <w:jc w:val="both"/>
        <w:rPr>
          <w:rFonts w:ascii="Montserrat" w:hAnsi="Montserrat"/>
          <w:lang w:val="es-ES"/>
        </w:rPr>
      </w:pPr>
      <w:r w:rsidRPr="001A5E15">
        <w:rPr>
          <w:rFonts w:ascii="Montserrat" w:hAnsi="Montserrat"/>
          <w:lang w:val="es-ES"/>
        </w:rPr>
        <w:br/>
      </w:r>
      <w:r w:rsidRPr="001A5E15">
        <w:rPr>
          <w:rFonts w:ascii="Montserrat" w:hAnsi="Montserrat"/>
          <w:lang w:val="es-ES"/>
        </w:rPr>
        <w:br/>
      </w:r>
    </w:p>
    <w:p w14:paraId="1F962534" w14:textId="09A03458" w:rsidR="001A5E15" w:rsidRPr="001A5E15" w:rsidRDefault="001A5E15" w:rsidP="001A5E15">
      <w:pPr>
        <w:jc w:val="both"/>
        <w:rPr>
          <w:rFonts w:ascii="Montserrat" w:hAnsi="Montserrat"/>
          <w:lang w:val="es-ES"/>
        </w:rPr>
      </w:pPr>
      <w:r w:rsidRPr="001A5E15">
        <w:rPr>
          <w:rFonts w:ascii="Montserrat" w:hAnsi="Montserrat"/>
          <w:lang w:val="es-ES"/>
        </w:rPr>
        <w:t xml:space="preserve">Firmado en León a ___ </w:t>
      </w:r>
      <w:proofErr w:type="spellStart"/>
      <w:r w:rsidRPr="001A5E15">
        <w:rPr>
          <w:rFonts w:ascii="Montserrat" w:hAnsi="Montserrat"/>
          <w:lang w:val="es-ES"/>
        </w:rPr>
        <w:t>de</w:t>
      </w:r>
      <w:proofErr w:type="spellEnd"/>
      <w:r w:rsidR="00A7274C">
        <w:rPr>
          <w:rFonts w:ascii="Montserrat" w:hAnsi="Montserrat"/>
          <w:lang w:val="es-ES"/>
        </w:rPr>
        <w:t xml:space="preserve"> _________</w:t>
      </w:r>
      <w:r w:rsidRPr="001A5E15">
        <w:rPr>
          <w:rFonts w:ascii="Montserrat" w:hAnsi="Montserrat"/>
          <w:lang w:val="es-ES"/>
        </w:rPr>
        <w:t xml:space="preserve"> </w:t>
      </w:r>
      <w:proofErr w:type="spellStart"/>
      <w:r w:rsidRPr="001A5E15">
        <w:rPr>
          <w:rFonts w:ascii="Montserrat" w:hAnsi="Montserrat"/>
          <w:lang w:val="es-ES"/>
        </w:rPr>
        <w:t>de</w:t>
      </w:r>
      <w:proofErr w:type="spellEnd"/>
      <w:r w:rsidRPr="001A5E15">
        <w:rPr>
          <w:rFonts w:ascii="Montserrat" w:hAnsi="Montserrat"/>
          <w:lang w:val="es-ES"/>
        </w:rPr>
        <w:t xml:space="preserve"> 2025</w:t>
      </w:r>
    </w:p>
    <w:p w14:paraId="59743BA3" w14:textId="77777777" w:rsidR="00B30013" w:rsidRDefault="00B30013" w:rsidP="00693C53">
      <w:pPr>
        <w:jc w:val="both"/>
        <w:rPr>
          <w:rFonts w:ascii="Montserrat" w:hAnsi="Montserrat"/>
          <w:lang w:val="es-ES"/>
        </w:rPr>
      </w:pPr>
    </w:p>
    <w:p w14:paraId="148FBF3F" w14:textId="77777777" w:rsidR="00B30013" w:rsidRDefault="00B30013" w:rsidP="00693C53">
      <w:pPr>
        <w:jc w:val="both"/>
        <w:rPr>
          <w:rFonts w:ascii="Montserrat" w:hAnsi="Montserrat"/>
          <w:lang w:val="es-ES"/>
        </w:rPr>
      </w:pPr>
    </w:p>
    <w:p w14:paraId="04464AF7" w14:textId="77777777" w:rsidR="00B30013" w:rsidRDefault="00B30013" w:rsidP="00693C53">
      <w:pPr>
        <w:jc w:val="both"/>
        <w:rPr>
          <w:rFonts w:ascii="Montserrat" w:hAnsi="Montserrat"/>
          <w:lang w:val="es-ES"/>
        </w:rPr>
      </w:pPr>
    </w:p>
    <w:p w14:paraId="5414ACEF" w14:textId="77777777" w:rsidR="00B30013" w:rsidRDefault="00B30013" w:rsidP="00693C53">
      <w:pPr>
        <w:jc w:val="both"/>
        <w:rPr>
          <w:rFonts w:ascii="Montserrat" w:hAnsi="Montserrat"/>
          <w:lang w:val="es-ES"/>
        </w:rPr>
      </w:pPr>
    </w:p>
    <w:p w14:paraId="05EF50A9" w14:textId="77777777" w:rsidR="00C23A3A" w:rsidRPr="00693C53" w:rsidRDefault="00C23A3A" w:rsidP="00C23A3A">
      <w:pPr>
        <w:jc w:val="both"/>
        <w:rPr>
          <w:rFonts w:ascii="Montserrat" w:hAnsi="Montserrat"/>
          <w:lang w:val="es-ES"/>
        </w:rPr>
      </w:pPr>
    </w:p>
    <w:p w14:paraId="48F61FB6" w14:textId="6476C67E" w:rsidR="00C23A3A" w:rsidRPr="00693C53" w:rsidRDefault="003352F9" w:rsidP="00C23A3A">
      <w:pPr>
        <w:jc w:val="both"/>
        <w:rPr>
          <w:rFonts w:ascii="Montserrat" w:hAnsi="Montserrat"/>
          <w:lang w:val="es-ES"/>
        </w:rPr>
      </w:pPr>
      <w:r>
        <w:rPr>
          <w:rFonts w:ascii="Montserrat" w:hAnsi="Montserrat"/>
          <w:b/>
          <w:bCs/>
          <w:lang w:val="es-ES"/>
        </w:rPr>
        <w:t>Fdo.</w:t>
      </w:r>
      <w:r w:rsidR="00C23A3A" w:rsidRPr="00693C53">
        <w:rPr>
          <w:rFonts w:ascii="Montserrat" w:hAnsi="Montserrat"/>
          <w:lang w:val="es-ES"/>
        </w:rPr>
        <w:t>_____________________________</w:t>
      </w:r>
    </w:p>
    <w:p w14:paraId="52B2AE80" w14:textId="77777777" w:rsidR="0048167E" w:rsidRDefault="0048167E" w:rsidP="00693C53">
      <w:pPr>
        <w:jc w:val="both"/>
        <w:rPr>
          <w:rFonts w:ascii="Montserrat" w:hAnsi="Montserrat"/>
          <w:b/>
          <w:bCs/>
          <w:lang w:val="es-ES"/>
        </w:rPr>
      </w:pPr>
    </w:p>
    <w:p w14:paraId="617C8379" w14:textId="77777777" w:rsidR="0048167E" w:rsidRDefault="0048167E" w:rsidP="00693C53">
      <w:pPr>
        <w:jc w:val="both"/>
        <w:rPr>
          <w:rFonts w:ascii="Montserrat" w:hAnsi="Montserrat"/>
          <w:b/>
          <w:bCs/>
          <w:lang w:val="es-ES"/>
        </w:rPr>
      </w:pPr>
    </w:p>
    <w:p w14:paraId="3FDDF11F" w14:textId="77777777" w:rsidR="0048167E" w:rsidRDefault="0048167E" w:rsidP="00693C53">
      <w:pPr>
        <w:jc w:val="both"/>
        <w:rPr>
          <w:rFonts w:ascii="Montserrat" w:hAnsi="Montserrat"/>
          <w:b/>
          <w:bCs/>
          <w:lang w:val="es-ES"/>
        </w:rPr>
      </w:pPr>
    </w:p>
    <w:p w14:paraId="555E0C2A" w14:textId="77777777" w:rsidR="0048167E" w:rsidRDefault="0048167E" w:rsidP="00693C53">
      <w:pPr>
        <w:jc w:val="both"/>
        <w:rPr>
          <w:rFonts w:ascii="Montserrat" w:hAnsi="Montserrat"/>
          <w:b/>
          <w:bCs/>
          <w:lang w:val="es-ES"/>
        </w:rPr>
      </w:pPr>
    </w:p>
    <w:p w14:paraId="43BEB400" w14:textId="77777777" w:rsidR="0048167E" w:rsidRDefault="0048167E" w:rsidP="00693C53">
      <w:pPr>
        <w:jc w:val="both"/>
        <w:rPr>
          <w:rFonts w:ascii="Montserrat" w:hAnsi="Montserrat"/>
          <w:b/>
          <w:bCs/>
          <w:lang w:val="es-ES"/>
        </w:rPr>
      </w:pPr>
    </w:p>
    <w:p w14:paraId="405C3B74" w14:textId="016E012E" w:rsidR="0048167E" w:rsidRDefault="0048167E" w:rsidP="00693C53">
      <w:pPr>
        <w:jc w:val="both"/>
        <w:rPr>
          <w:rFonts w:ascii="Montserrat" w:hAnsi="Montserrat"/>
          <w:b/>
          <w:bCs/>
          <w:i/>
          <w:iCs/>
          <w:lang w:val="es-ES"/>
        </w:rPr>
      </w:pPr>
      <w:r w:rsidRPr="0048167E">
        <w:rPr>
          <w:rFonts w:ascii="Montserrat" w:hAnsi="Montserrat"/>
          <w:b/>
          <w:bCs/>
          <w:i/>
          <w:iCs/>
          <w:lang w:val="es-ES"/>
        </w:rPr>
        <w:t>*Presentar junto a este documento una fotocopia del DNI del interesado.</w:t>
      </w:r>
    </w:p>
    <w:p w14:paraId="768D7053" w14:textId="10C6A256" w:rsidR="001A4344" w:rsidRPr="001A4344" w:rsidRDefault="001A4344" w:rsidP="001A4344">
      <w:pPr>
        <w:spacing w:before="240"/>
        <w:jc w:val="both"/>
        <w:rPr>
          <w:rFonts w:ascii="Montserrat" w:hAnsi="Montserrat"/>
          <w:lang w:val="es-ES"/>
        </w:rPr>
      </w:pPr>
      <w:bookmarkStart w:id="0" w:name="_Hlk193584693"/>
      <w:r>
        <w:rPr>
          <w:rFonts w:ascii="Montserrat" w:hAnsi="Montserrat"/>
          <w:b/>
          <w:bCs/>
          <w:lang w:val="es-ES"/>
        </w:rPr>
        <w:t>ATT. Vicerrectorado de Estudiantes, Cultura y Deportes (presentar en el Registro General de la Universidad de León)</w:t>
      </w:r>
      <w:bookmarkEnd w:id="0"/>
    </w:p>
    <w:sectPr w:rsidR="001A4344" w:rsidRPr="001A4344" w:rsidSect="00106B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9" w:right="1270" w:bottom="1276" w:left="1559" w:header="0" w:footer="19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74804" w14:textId="77777777" w:rsidR="00695D8D" w:rsidRDefault="00695D8D" w:rsidP="003336CB">
      <w:r>
        <w:separator/>
      </w:r>
    </w:p>
  </w:endnote>
  <w:endnote w:type="continuationSeparator" w:id="0">
    <w:p w14:paraId="03C9F45B" w14:textId="77777777" w:rsidR="00695D8D" w:rsidRDefault="00695D8D" w:rsidP="0033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8B1C7" w14:textId="77777777" w:rsidR="00B726EC" w:rsidRDefault="00B726E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34786" w14:textId="3D70E98D" w:rsidR="000C5B27" w:rsidRDefault="000C7B13">
    <w:pPr>
      <w:pStyle w:val="Piedepgina"/>
    </w:pPr>
    <w:r>
      <w:rPr>
        <w:noProof/>
        <w:lang w:val="es-ES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2FBCA396" wp14:editId="2F60FFB9">
              <wp:simplePos x="0" y="0"/>
              <wp:positionH relativeFrom="column">
                <wp:posOffset>-236220</wp:posOffset>
              </wp:positionH>
              <wp:positionV relativeFrom="paragraph">
                <wp:posOffset>784225</wp:posOffset>
              </wp:positionV>
              <wp:extent cx="6065520" cy="274320"/>
              <wp:effectExtent l="0" t="0" r="0" b="0"/>
              <wp:wrapNone/>
              <wp:docPr id="909982217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5520" cy="274320"/>
                        <a:chOff x="0" y="0"/>
                        <a:chExt cx="6065520" cy="274320"/>
                      </a:xfrm>
                    </wpg:grpSpPr>
                    <pic:pic xmlns:pic="http://schemas.openxmlformats.org/drawingml/2006/picture">
                      <pic:nvPicPr>
                        <pic:cNvPr id="1323704910" name="Imagen 6" descr="DATOS:intdea confi:Universidad:logotipo universidad 2022:word:noviembre 2023:fondo-footer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1823" b="7464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552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  <wps:wsp>
                      <wps:cNvPr id="1924324747" name="Cuadro de texto 1924324747"/>
                      <wps:cNvSpPr txBox="1"/>
                      <wps:spPr>
                        <a:xfrm>
                          <a:off x="213360" y="45720"/>
                          <a:ext cx="53873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FDCC0" w14:textId="77777777" w:rsidR="000C7B13" w:rsidRDefault="000C7B13" w:rsidP="000C7B13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Campus de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Vegazana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>, s/n, Ed. De Servicios, 1ª Planta, Puerta 110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 w:rsidRPr="0083262B"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987291649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2" w:history="1">
                              <w:r w:rsidRPr="000953C1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recjeule@unileon.es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3262B"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  <w:t xml:space="preserve"> </w:t>
                            </w:r>
                            <w:hyperlink r:id="rId3" w:history="1">
                              <w:r w:rsidRPr="00AF6630">
                                <w:rPr>
                                  <w:rStyle w:val="Hipervnculo"/>
                                  <w:rFonts w:ascii="Trebuchet MS" w:hAnsi="Trebuchet MS"/>
                                  <w:sz w:val="14"/>
                                  <w:szCs w:val="20"/>
                                </w:rPr>
                                <w:t>https://ceule.unileon.es/</w:t>
                              </w:r>
                            </w:hyperlink>
                          </w:p>
                          <w:p w14:paraId="69E46C7E" w14:textId="77777777" w:rsidR="000C7B13" w:rsidRDefault="000C7B13" w:rsidP="000C7B13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7B230732" w14:textId="77777777" w:rsidR="000C7B13" w:rsidRDefault="000C7B13" w:rsidP="000C7B13">
                            <w:pPr>
                              <w:rPr>
                                <w:rFonts w:ascii="Trebuchet MS" w:hAnsi="Trebuchet MS"/>
                                <w:color w:val="16A705"/>
                                <w:sz w:val="14"/>
                                <w:szCs w:val="20"/>
                              </w:rPr>
                            </w:pPr>
                          </w:p>
                          <w:p w14:paraId="09D7F8D0" w14:textId="77777777" w:rsidR="000C7B13" w:rsidRPr="0083262B" w:rsidRDefault="000C7B13" w:rsidP="000C7B13">
                            <w:pPr>
                              <w:rPr>
                                <w:rFonts w:ascii="Trebuchet MS" w:hAnsi="Trebuchet MS"/>
                                <w:color w:val="A6A6A6" w:themeColor="background1" w:themeShade="A6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FBCA396" id="Grupo 2" o:spid="_x0000_s1026" style="position:absolute;margin-left:-18.6pt;margin-top:61.75pt;width:477.6pt;height:21.6pt;z-index:251671552" coordsize="60655,27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OQWRv&#10;YmUAZEAAAAAB/9sAhAABAQEBAQEBAQEBAQEBAQEBAQEBAQEBAQEBAQEBAgEBAQEBAQICAgICAgIC&#10;AgICAgICAwMDAwMDAwMDAwMDAwMDAQEBAQEBAQIBAQIDAgICAwMDAwMDAwMDAwMDAwMDAwMDAwMD&#10;AwMDAwMDAwMDAwMDAwMDAwMDAwMDAwMDAwMDAwP/wAARCABCCE4DAREAAhEBAxEB/90ABAEK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0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f/0t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6" o:spid="_x0000_s1027" type="#_x0000_t75" alt="DATOS:intdea confi:Universidad:logotipo universidad 2022:word:noviembre 2023:fondo-footer.jpg" style="position:absolute;width:60655;height: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">
                <v:imagedata r:id="rId4" o:title="fondo-footer" cropbottom="48921f" cropright="-1195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924324747" o:spid="_x0000_s1028" type="#_x0000_t202" style="position:absolute;left:2133;top:457;width:5387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" filled="f" stroked="f">
                <v:textbox>
                  <w:txbxContent>
                    <w:p w14:paraId="229FDCC0" w14:textId="77777777" w:rsidR="000C7B13" w:rsidRDefault="000C7B13" w:rsidP="000C7B13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Campus de </w:t>
                      </w:r>
                      <w:proofErr w:type="spellStart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Vegazana</w:t>
                      </w:r>
                      <w:proofErr w:type="spellEnd"/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>, s/n, Ed. De Servicios, 1ª Planta, Puerta 110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 w:rsidRPr="0083262B"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987291649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hyperlink r:id="rId5" w:history="1">
                        <w:r w:rsidRPr="000953C1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recjeule@unileon.es</w:t>
                        </w:r>
                      </w:hyperlink>
                      <w:r>
                        <w:rPr>
                          <w:rFonts w:ascii="Trebuchet MS" w:hAnsi="Trebuchet MS"/>
                          <w:color w:val="A6A6A6" w:themeColor="background1" w:themeShade="A6"/>
                          <w:sz w:val="14"/>
                          <w:szCs w:val="20"/>
                        </w:rPr>
                        <w:t xml:space="preserve"> </w:t>
                      </w:r>
                      <w:r w:rsidRPr="0083262B"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>|</w:t>
                      </w:r>
                      <w: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  <w:t xml:space="preserve"> </w:t>
                      </w:r>
                      <w:hyperlink r:id="rId6" w:history="1">
                        <w:r w:rsidRPr="00AF6630">
                          <w:rPr>
                            <w:rStyle w:val="Hipervnculo"/>
                            <w:rFonts w:ascii="Trebuchet MS" w:hAnsi="Trebuchet MS"/>
                            <w:sz w:val="14"/>
                            <w:szCs w:val="20"/>
                          </w:rPr>
                          <w:t>https://ceule.unileon.es/</w:t>
                        </w:r>
                      </w:hyperlink>
                    </w:p>
                    <w:p w14:paraId="69E46C7E" w14:textId="77777777" w:rsidR="000C7B13" w:rsidRDefault="000C7B13" w:rsidP="000C7B13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7B230732" w14:textId="77777777" w:rsidR="000C7B13" w:rsidRDefault="000C7B13" w:rsidP="000C7B13">
                      <w:pPr>
                        <w:rPr>
                          <w:rFonts w:ascii="Trebuchet MS" w:hAnsi="Trebuchet MS"/>
                          <w:color w:val="16A705"/>
                          <w:sz w:val="14"/>
                          <w:szCs w:val="20"/>
                        </w:rPr>
                      </w:pPr>
                    </w:p>
                    <w:p w14:paraId="09D7F8D0" w14:textId="77777777" w:rsidR="000C7B13" w:rsidRPr="0083262B" w:rsidRDefault="000C7B13" w:rsidP="000C7B13">
                      <w:pPr>
                        <w:rPr>
                          <w:rFonts w:ascii="Trebuchet MS" w:hAnsi="Trebuchet MS"/>
                          <w:color w:val="A6A6A6" w:themeColor="background1" w:themeShade="A6"/>
                          <w:sz w:val="1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693C53">
      <w:rPr>
        <w:noProof/>
        <w:lang w:val="es-ES"/>
      </w:rPr>
      <w:drawing>
        <wp:anchor distT="0" distB="0" distL="114300" distR="114300" simplePos="0" relativeHeight="251666432" behindDoc="0" locked="0" layoutInCell="1" allowOverlap="1" wp14:anchorId="60BE8D43" wp14:editId="3ADBF056">
          <wp:simplePos x="0" y="0"/>
          <wp:positionH relativeFrom="column">
            <wp:posOffset>2157730</wp:posOffset>
          </wp:positionH>
          <wp:positionV relativeFrom="paragraph">
            <wp:posOffset>62230</wp:posOffset>
          </wp:positionV>
          <wp:extent cx="539115" cy="60960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on-footer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115" cy="609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3C53">
      <w:rPr>
        <w:rFonts w:ascii="Montserrat" w:hAnsi="Montserrat"/>
        <w:noProof/>
        <w:lang w:val="es-ES"/>
      </w:rPr>
      <w:drawing>
        <wp:anchor distT="0" distB="0" distL="114300" distR="114300" simplePos="0" relativeHeight="251669504" behindDoc="1" locked="0" layoutInCell="1" allowOverlap="1" wp14:anchorId="02464DF9" wp14:editId="75B52E2D">
          <wp:simplePos x="0" y="0"/>
          <wp:positionH relativeFrom="column">
            <wp:posOffset>2795905</wp:posOffset>
          </wp:positionH>
          <wp:positionV relativeFrom="paragraph">
            <wp:posOffset>85090</wp:posOffset>
          </wp:positionV>
          <wp:extent cx="619984" cy="576943"/>
          <wp:effectExtent l="0" t="0" r="8890" b="0"/>
          <wp:wrapNone/>
          <wp:docPr id="714713114" name="Imagen 2" descr="Logotipo, nombre de la empres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4713114" name="Imagen 2" descr="Logotipo, nombre de la empresa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8">
                    <a:alphaModFix amt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984" cy="576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8603B" w14:textId="77777777" w:rsidR="00B726EC" w:rsidRDefault="00B726E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82267" w14:textId="77777777" w:rsidR="00695D8D" w:rsidRDefault="00695D8D" w:rsidP="003336CB">
      <w:r>
        <w:separator/>
      </w:r>
    </w:p>
  </w:footnote>
  <w:footnote w:type="continuationSeparator" w:id="0">
    <w:p w14:paraId="25E63953" w14:textId="77777777" w:rsidR="00695D8D" w:rsidRDefault="00695D8D" w:rsidP="00333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6CE87" w14:textId="77777777" w:rsidR="00B726EC" w:rsidRDefault="00B726E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CDE4F" w14:textId="1CC75890" w:rsidR="000C5B27" w:rsidRDefault="000B2104" w:rsidP="003336CB">
    <w:pPr>
      <w:pStyle w:val="Encabezado"/>
    </w:pPr>
    <w:r>
      <w:rPr>
        <w:noProof/>
      </w:rPr>
      <w:drawing>
        <wp:anchor distT="0" distB="0" distL="114300" distR="114300" simplePos="0" relativeHeight="251673600" behindDoc="1" locked="0" layoutInCell="1" allowOverlap="1" wp14:anchorId="6A4C725F" wp14:editId="471F26AC">
          <wp:simplePos x="0" y="0"/>
          <wp:positionH relativeFrom="column">
            <wp:posOffset>2807335</wp:posOffset>
          </wp:positionH>
          <wp:positionV relativeFrom="paragraph">
            <wp:posOffset>655320</wp:posOffset>
          </wp:positionV>
          <wp:extent cx="1107116" cy="384175"/>
          <wp:effectExtent l="0" t="0" r="0" b="0"/>
          <wp:wrapNone/>
          <wp:docPr id="123478850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7116" cy="384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3C53">
      <w:rPr>
        <w:noProof/>
        <w:lang w:val="es-ES"/>
      </w:rPr>
      <w:drawing>
        <wp:anchor distT="0" distB="0" distL="114300" distR="114300" simplePos="0" relativeHeight="251663360" behindDoc="0" locked="0" layoutInCell="1" allowOverlap="1" wp14:anchorId="60CA7755" wp14:editId="714AA698">
          <wp:simplePos x="0" y="0"/>
          <wp:positionH relativeFrom="margin">
            <wp:posOffset>1624330</wp:posOffset>
          </wp:positionH>
          <wp:positionV relativeFrom="paragraph">
            <wp:posOffset>540581</wp:posOffset>
          </wp:positionV>
          <wp:extent cx="1078865" cy="5270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sidad-de-leo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27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0296">
      <w:rPr>
        <w:noProof/>
        <w:lang w:val="es-ES"/>
      </w:rPr>
      <w:drawing>
        <wp:anchor distT="0" distB="0" distL="114300" distR="114300" simplePos="0" relativeHeight="251664384" behindDoc="0" locked="0" layoutInCell="1" allowOverlap="1" wp14:anchorId="2815F330" wp14:editId="5E82C81C">
          <wp:simplePos x="0" y="0"/>
          <wp:positionH relativeFrom="column">
            <wp:posOffset>2773997</wp:posOffset>
          </wp:positionH>
          <wp:positionV relativeFrom="paragraph">
            <wp:posOffset>-2056447</wp:posOffset>
          </wp:positionV>
          <wp:extent cx="36000" cy="6491060"/>
          <wp:effectExtent l="0" t="3227705" r="3162935" b="0"/>
          <wp:wrapNone/>
          <wp:docPr id="5" name="Imagen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verd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36000" cy="64910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0296">
      <w:t xml:space="preserve">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96204" w14:textId="77777777" w:rsidR="00B726EC" w:rsidRDefault="00B726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B3A93"/>
    <w:multiLevelType w:val="hybridMultilevel"/>
    <w:tmpl w:val="4134B7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F35C9"/>
    <w:multiLevelType w:val="multilevel"/>
    <w:tmpl w:val="348C4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0911D5"/>
    <w:multiLevelType w:val="multilevel"/>
    <w:tmpl w:val="873ED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8412DA"/>
    <w:multiLevelType w:val="hybridMultilevel"/>
    <w:tmpl w:val="DA7690D0"/>
    <w:lvl w:ilvl="0" w:tplc="F6C0AC3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C09A4"/>
    <w:multiLevelType w:val="multilevel"/>
    <w:tmpl w:val="FA5C20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4748377">
    <w:abstractNumId w:val="2"/>
  </w:num>
  <w:num w:numId="2" w16cid:durableId="342710136">
    <w:abstractNumId w:val="4"/>
    <w:lvlOverride w:ilvl="0">
      <w:lvl w:ilvl="0">
        <w:numFmt w:val="decimal"/>
        <w:lvlText w:val="%1."/>
        <w:lvlJc w:val="left"/>
      </w:lvl>
    </w:lvlOverride>
  </w:num>
  <w:num w:numId="3" w16cid:durableId="1931887786">
    <w:abstractNumId w:val="4"/>
    <w:lvlOverride w:ilvl="0">
      <w:lvl w:ilvl="0">
        <w:numFmt w:val="decimal"/>
        <w:lvlText w:val="%1."/>
        <w:lvlJc w:val="left"/>
      </w:lvl>
    </w:lvlOverride>
  </w:num>
  <w:num w:numId="4" w16cid:durableId="222565396">
    <w:abstractNumId w:val="4"/>
    <w:lvlOverride w:ilvl="0">
      <w:lvl w:ilvl="0">
        <w:numFmt w:val="decimal"/>
        <w:lvlText w:val="%1."/>
        <w:lvlJc w:val="left"/>
      </w:lvl>
    </w:lvlOverride>
  </w:num>
  <w:num w:numId="5" w16cid:durableId="847331452">
    <w:abstractNumId w:val="0"/>
  </w:num>
  <w:num w:numId="6" w16cid:durableId="651444956">
    <w:abstractNumId w:val="1"/>
  </w:num>
  <w:num w:numId="7" w16cid:durableId="2015037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C53"/>
    <w:rsid w:val="00032441"/>
    <w:rsid w:val="00046D99"/>
    <w:rsid w:val="000628EF"/>
    <w:rsid w:val="000861AA"/>
    <w:rsid w:val="000B2104"/>
    <w:rsid w:val="000C0296"/>
    <w:rsid w:val="000C5B27"/>
    <w:rsid w:val="000C7B13"/>
    <w:rsid w:val="000D175A"/>
    <w:rsid w:val="00105DFA"/>
    <w:rsid w:val="00106B42"/>
    <w:rsid w:val="00160DF4"/>
    <w:rsid w:val="00196109"/>
    <w:rsid w:val="001A4344"/>
    <w:rsid w:val="001A5E15"/>
    <w:rsid w:val="00240EE5"/>
    <w:rsid w:val="00244ECD"/>
    <w:rsid w:val="00252F5B"/>
    <w:rsid w:val="002A0A87"/>
    <w:rsid w:val="002E17F9"/>
    <w:rsid w:val="003336CB"/>
    <w:rsid w:val="003352F9"/>
    <w:rsid w:val="00372077"/>
    <w:rsid w:val="003F6B0B"/>
    <w:rsid w:val="00414415"/>
    <w:rsid w:val="00450B97"/>
    <w:rsid w:val="004621EB"/>
    <w:rsid w:val="0046261C"/>
    <w:rsid w:val="0048167E"/>
    <w:rsid w:val="00554973"/>
    <w:rsid w:val="00585F28"/>
    <w:rsid w:val="005979BA"/>
    <w:rsid w:val="005B774E"/>
    <w:rsid w:val="00632F61"/>
    <w:rsid w:val="00641965"/>
    <w:rsid w:val="00651E15"/>
    <w:rsid w:val="00693C53"/>
    <w:rsid w:val="00695D8D"/>
    <w:rsid w:val="006A0815"/>
    <w:rsid w:val="006B5253"/>
    <w:rsid w:val="006E0D3D"/>
    <w:rsid w:val="006F6407"/>
    <w:rsid w:val="0083262B"/>
    <w:rsid w:val="00852B8D"/>
    <w:rsid w:val="0086266A"/>
    <w:rsid w:val="00886733"/>
    <w:rsid w:val="008B1407"/>
    <w:rsid w:val="008E4447"/>
    <w:rsid w:val="009419F2"/>
    <w:rsid w:val="00A31ED4"/>
    <w:rsid w:val="00A66F9D"/>
    <w:rsid w:val="00A7274C"/>
    <w:rsid w:val="00AA7C57"/>
    <w:rsid w:val="00B04F5E"/>
    <w:rsid w:val="00B267F6"/>
    <w:rsid w:val="00B30013"/>
    <w:rsid w:val="00B726EC"/>
    <w:rsid w:val="00B805BC"/>
    <w:rsid w:val="00B97F90"/>
    <w:rsid w:val="00BB4214"/>
    <w:rsid w:val="00BC6472"/>
    <w:rsid w:val="00BD0A41"/>
    <w:rsid w:val="00BE1C06"/>
    <w:rsid w:val="00C23A3A"/>
    <w:rsid w:val="00C26AE4"/>
    <w:rsid w:val="00C30E8A"/>
    <w:rsid w:val="00C34DCB"/>
    <w:rsid w:val="00C35ED6"/>
    <w:rsid w:val="00C86229"/>
    <w:rsid w:val="00C94A2B"/>
    <w:rsid w:val="00D325B8"/>
    <w:rsid w:val="00D5688B"/>
    <w:rsid w:val="00D661CC"/>
    <w:rsid w:val="00D86942"/>
    <w:rsid w:val="00D9563D"/>
    <w:rsid w:val="00E3258F"/>
    <w:rsid w:val="00E63B3A"/>
    <w:rsid w:val="00E87B82"/>
    <w:rsid w:val="00ED6CEC"/>
    <w:rsid w:val="00F11240"/>
    <w:rsid w:val="00F129E6"/>
    <w:rsid w:val="00F5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EA9D7C"/>
  <w14:defaultImageDpi w14:val="300"/>
  <w15:docId w15:val="{2748E345-1A80-4948-BE20-8BF267229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F9D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36CB"/>
  </w:style>
  <w:style w:type="paragraph" w:styleId="Piedepgina">
    <w:name w:val="footer"/>
    <w:basedOn w:val="Normal"/>
    <w:link w:val="PiedepginaCar"/>
    <w:uiPriority w:val="99"/>
    <w:unhideWhenUsed/>
    <w:rsid w:val="00333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6CB"/>
  </w:style>
  <w:style w:type="paragraph" w:styleId="Textodeglobo">
    <w:name w:val="Balloon Text"/>
    <w:basedOn w:val="Normal"/>
    <w:link w:val="TextodegloboCar"/>
    <w:uiPriority w:val="99"/>
    <w:semiHidden/>
    <w:unhideWhenUsed/>
    <w:rsid w:val="003336C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336C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F1124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7B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6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130899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3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20196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eule.unileon.es/" TargetMode="External"/><Relationship Id="rId7" Type="http://schemas.openxmlformats.org/officeDocument/2006/relationships/image" Target="media/image6.jpg"/><Relationship Id="rId2" Type="http://schemas.openxmlformats.org/officeDocument/2006/relationships/hyperlink" Target="mailto:recjeule@unileon.es" TargetMode="External"/><Relationship Id="rId1" Type="http://schemas.openxmlformats.org/officeDocument/2006/relationships/image" Target="media/image4.jpeg"/><Relationship Id="rId6" Type="http://schemas.openxmlformats.org/officeDocument/2006/relationships/hyperlink" Target="https://ceule.unileon.es/" TargetMode="External"/><Relationship Id="rId5" Type="http://schemas.openxmlformats.org/officeDocument/2006/relationships/hyperlink" Target="mailto:recjeule@unileon.es" TargetMode="External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MODELO%20ACTA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6A486F4A57AA4BAF956547AC440060" ma:contentTypeVersion="14" ma:contentTypeDescription="Crear nuevo documento." ma:contentTypeScope="" ma:versionID="ac89014a6209c9cebf0d1200a511492e">
  <xsd:schema xmlns:xsd="http://www.w3.org/2001/XMLSchema" xmlns:xs="http://www.w3.org/2001/XMLSchema" xmlns:p="http://schemas.microsoft.com/office/2006/metadata/properties" xmlns:ns2="ebad162c-657b-4a97-9db8-f144cf9ec2bb" xmlns:ns3="666a96fa-93f7-4a43-bd17-99be824b70c5" targetNamespace="http://schemas.microsoft.com/office/2006/metadata/properties" ma:root="true" ma:fieldsID="b4fcb3bf0dfb610bfede089809e26847" ns2:_="" ns3:_="">
    <xsd:import namespace="ebad162c-657b-4a97-9db8-f144cf9ec2bb"/>
    <xsd:import namespace="666a96fa-93f7-4a43-bd17-99be824b7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d162c-657b-4a97-9db8-f144cf9ec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06f323e-74b5-4964-80e5-f075df24ad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6a96fa-93f7-4a43-bd17-99be824b70c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8eab7e-26a5-4dd4-97da-4866b4dababa}" ma:internalName="TaxCatchAll" ma:showField="CatchAllData" ma:web="666a96fa-93f7-4a43-bd17-99be824b70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EAEA0E-EA84-43F7-8E7A-A687F908DA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C9C1C3-16A6-4822-9548-D1526BABE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d162c-657b-4a97-9db8-f144cf9ec2bb"/>
    <ds:schemaRef ds:uri="666a96fa-93f7-4a43-bd17-99be824b7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33399F-0339-0348-9F01-537F8810E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ACTAS</Template>
  <TotalTime>62</TotalTime>
  <Pages>1</Pages>
  <Words>148</Words>
  <Characters>819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María Hernández Gordón</cp:lastModifiedBy>
  <cp:revision>21</cp:revision>
  <cp:lastPrinted>2022-11-16T13:17:00Z</cp:lastPrinted>
  <dcterms:created xsi:type="dcterms:W3CDTF">2025-03-21T07:08:00Z</dcterms:created>
  <dcterms:modified xsi:type="dcterms:W3CDTF">2025-11-21T09:21:00Z</dcterms:modified>
</cp:coreProperties>
</file>